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ABF" w:rsidRDefault="007A0ABF" w:rsidP="00B507F7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7A0ABF" w:rsidRDefault="007A0ABF" w:rsidP="00B507F7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8A1994" w:rsidRDefault="007A0ABF" w:rsidP="00B507F7">
      <w:pPr>
        <w:autoSpaceDE w:val="0"/>
        <w:autoSpaceDN w:val="0"/>
        <w:adjustRightInd w:val="0"/>
        <w:rPr>
          <w:b/>
          <w:bCs/>
        </w:rPr>
      </w:pPr>
      <w:r w:rsidRPr="008A1994">
        <w:rPr>
          <w:b/>
          <w:bCs/>
        </w:rPr>
        <w:t xml:space="preserve">Description: </w:t>
      </w:r>
    </w:p>
    <w:p w:rsidR="007A0ABF" w:rsidRPr="008A1994" w:rsidRDefault="008A1994" w:rsidP="00B507F7">
      <w:pPr>
        <w:autoSpaceDE w:val="0"/>
        <w:autoSpaceDN w:val="0"/>
        <w:adjustRightInd w:val="0"/>
        <w:rPr>
          <w:lang w:eastAsia="zh-CN"/>
        </w:rPr>
      </w:pPr>
      <w:proofErr w:type="gramStart"/>
      <w:r w:rsidRPr="008A1994">
        <w:rPr>
          <w:bCs/>
        </w:rPr>
        <w:t>MATLAB code</w:t>
      </w:r>
      <w:r>
        <w:rPr>
          <w:bCs/>
        </w:rPr>
        <w:t>s</w:t>
      </w:r>
      <w:r w:rsidRPr="008A1994">
        <w:rPr>
          <w:b/>
          <w:bCs/>
        </w:rPr>
        <w:t xml:space="preserve"> </w:t>
      </w:r>
      <w:r w:rsidRPr="008A1994">
        <w:rPr>
          <w:lang w:eastAsia="zh-CN"/>
        </w:rPr>
        <w:t>that can generate simulation results and figures shown in the paper.</w:t>
      </w:r>
      <w:proofErr w:type="gramEnd"/>
    </w:p>
    <w:p w:rsidR="008A1994" w:rsidRPr="008A1994" w:rsidRDefault="008A1994" w:rsidP="00B507F7">
      <w:pPr>
        <w:autoSpaceDE w:val="0"/>
        <w:autoSpaceDN w:val="0"/>
        <w:adjustRightInd w:val="0"/>
        <w:rPr>
          <w:b/>
          <w:bCs/>
        </w:rPr>
      </w:pPr>
    </w:p>
    <w:p w:rsidR="007A0ABF" w:rsidRPr="008A1994" w:rsidRDefault="007A0ABF" w:rsidP="00D94C73">
      <w:pPr>
        <w:autoSpaceDE w:val="0"/>
        <w:autoSpaceDN w:val="0"/>
        <w:adjustRightInd w:val="0"/>
        <w:rPr>
          <w:b/>
          <w:bCs/>
        </w:rPr>
      </w:pPr>
      <w:r w:rsidRPr="008A1994">
        <w:rPr>
          <w:b/>
          <w:bCs/>
        </w:rPr>
        <w:t xml:space="preserve">Size: </w:t>
      </w:r>
    </w:p>
    <w:p w:rsidR="007A0ABF" w:rsidRPr="008A1994" w:rsidRDefault="007A0ABF" w:rsidP="00D94C73">
      <w:pPr>
        <w:autoSpaceDE w:val="0"/>
        <w:autoSpaceDN w:val="0"/>
        <w:adjustRightInd w:val="0"/>
      </w:pPr>
      <w:r w:rsidRPr="008A1994">
        <w:t xml:space="preserve">The total size of the file is </w:t>
      </w:r>
      <w:r w:rsidR="008A1994" w:rsidRPr="008A1994">
        <w:t>1.43</w:t>
      </w:r>
      <w:r w:rsidRPr="008A1994">
        <w:t xml:space="preserve"> MB </w:t>
      </w:r>
      <w:r w:rsidR="008A1994" w:rsidRPr="008A1994">
        <w:t>in RAR format.</w:t>
      </w:r>
    </w:p>
    <w:p w:rsidR="007A0ABF" w:rsidRPr="008A1994" w:rsidRDefault="007A0ABF" w:rsidP="00D94C73">
      <w:pPr>
        <w:autoSpaceDE w:val="0"/>
        <w:autoSpaceDN w:val="0"/>
        <w:adjustRightInd w:val="0"/>
      </w:pPr>
    </w:p>
    <w:p w:rsidR="008A1994" w:rsidRDefault="007A0ABF" w:rsidP="00B507F7">
      <w:pPr>
        <w:autoSpaceDE w:val="0"/>
        <w:autoSpaceDN w:val="0"/>
        <w:adjustRightInd w:val="0"/>
        <w:rPr>
          <w:b/>
          <w:bCs/>
        </w:rPr>
      </w:pPr>
      <w:r w:rsidRPr="008A1994">
        <w:rPr>
          <w:b/>
          <w:bCs/>
        </w:rPr>
        <w:t xml:space="preserve">Player Information: </w:t>
      </w:r>
    </w:p>
    <w:p w:rsidR="007A0ABF" w:rsidRPr="008A1994" w:rsidRDefault="008A1994" w:rsidP="008A1994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To run the codes one needs </w:t>
      </w:r>
      <w:r w:rsidRPr="008A1994">
        <w:rPr>
          <w:b/>
          <w:bCs/>
        </w:rPr>
        <w:t>MATLAB</w:t>
      </w:r>
      <w:r>
        <w:rPr>
          <w:bCs/>
        </w:rPr>
        <w:t xml:space="preserve"> and </w:t>
      </w:r>
      <w:r w:rsidRPr="008A1994">
        <w:rPr>
          <w:b/>
          <w:bCs/>
        </w:rPr>
        <w:t>CVX</w:t>
      </w:r>
      <w:r>
        <w:rPr>
          <w:bCs/>
        </w:rPr>
        <w:t xml:space="preserve"> optimization toolbox that can be downloaded, for example, here </w:t>
      </w:r>
      <w:r w:rsidRPr="008A1994">
        <w:rPr>
          <w:bCs/>
        </w:rPr>
        <w:t>http://cvxr.com/cvx/</w:t>
      </w:r>
    </w:p>
    <w:p w:rsidR="007A0ABF" w:rsidRPr="008A1994" w:rsidRDefault="007A0ABF" w:rsidP="00B507F7">
      <w:pPr>
        <w:autoSpaceDE w:val="0"/>
        <w:autoSpaceDN w:val="0"/>
        <w:adjustRightInd w:val="0"/>
      </w:pPr>
    </w:p>
    <w:p w:rsidR="008A1994" w:rsidRPr="008A1994" w:rsidRDefault="007A0ABF" w:rsidP="008A1994">
      <w:pPr>
        <w:autoSpaceDE w:val="0"/>
        <w:autoSpaceDN w:val="0"/>
        <w:adjustRightInd w:val="0"/>
        <w:rPr>
          <w:bCs/>
        </w:rPr>
      </w:pPr>
      <w:r w:rsidRPr="008A1994">
        <w:rPr>
          <w:b/>
          <w:bCs/>
        </w:rPr>
        <w:t xml:space="preserve">Packing List: </w:t>
      </w:r>
      <w:r w:rsidR="008A1994" w:rsidRPr="008A1994">
        <w:rPr>
          <w:b/>
          <w:bCs/>
        </w:rPr>
        <w:t xml:space="preserve"> </w:t>
      </w:r>
      <w:r w:rsidR="008A1994" w:rsidRPr="008A1994">
        <w:rPr>
          <w:bCs/>
          <w:color w:val="000000"/>
        </w:rPr>
        <w:t>List of M-Files</w:t>
      </w:r>
    </w:p>
    <w:p w:rsidR="008A1994" w:rsidRPr="008A1994" w:rsidRDefault="008A1994" w:rsidP="008A1994">
      <w:pPr>
        <w:autoSpaceDE w:val="0"/>
        <w:autoSpaceDN w:val="0"/>
        <w:adjustRightInd w:val="0"/>
        <w:rPr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7"/>
        <w:gridCol w:w="6479"/>
      </w:tblGrid>
      <w:tr w:rsidR="008A1994" w:rsidRPr="008A1994" w:rsidTr="00141000">
        <w:tc>
          <w:tcPr>
            <w:tcW w:w="3097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</w:rPr>
            </w:pPr>
            <w:proofErr w:type="spellStart"/>
            <w:r w:rsidRPr="008A1994">
              <w:rPr>
                <w:rFonts w:cs="Times New Roman"/>
                <w:bCs/>
                <w:color w:val="000000"/>
              </w:rPr>
              <w:t>Beampattern_Design.m</w:t>
            </w:r>
            <w:proofErr w:type="spellEnd"/>
            <w:r w:rsidRPr="008A1994">
              <w:rPr>
                <w:rFonts w:cs="Times New Roman"/>
                <w:bCs/>
                <w:color w:val="000000"/>
              </w:rPr>
              <w:t xml:space="preserve"> &amp; </w:t>
            </w:r>
            <w:proofErr w:type="spellStart"/>
            <w:r w:rsidRPr="008A1994">
              <w:rPr>
                <w:rFonts w:cs="Times New Roman"/>
                <w:bCs/>
                <w:color w:val="000000"/>
              </w:rPr>
              <w:t>Beampattern_Design_SDD.m</w:t>
            </w:r>
            <w:proofErr w:type="spellEnd"/>
          </w:p>
        </w:tc>
        <w:tc>
          <w:tcPr>
            <w:tcW w:w="6479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  <w:r w:rsidRPr="008A1994">
              <w:rPr>
                <w:rFonts w:cs="Times New Roman"/>
                <w:bCs/>
                <w:color w:val="000000"/>
              </w:rPr>
              <w:t xml:space="preserve">MATLAB subroutine for designing the beampatterns.            </w:t>
            </w:r>
          </w:p>
        </w:tc>
      </w:tr>
      <w:tr w:rsidR="008A1994" w:rsidRPr="008A1994" w:rsidTr="00141000">
        <w:tc>
          <w:tcPr>
            <w:tcW w:w="3097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</w:rPr>
            </w:pPr>
            <w:proofErr w:type="spellStart"/>
            <w:r w:rsidRPr="008A1994">
              <w:rPr>
                <w:rFonts w:cs="Times New Roman"/>
                <w:bCs/>
                <w:color w:val="000000"/>
              </w:rPr>
              <w:t>main_code.m</w:t>
            </w:r>
            <w:proofErr w:type="spellEnd"/>
          </w:p>
        </w:tc>
        <w:tc>
          <w:tcPr>
            <w:tcW w:w="6479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  <w:r w:rsidRPr="008A1994">
              <w:rPr>
                <w:rFonts w:cs="Times New Roman"/>
                <w:bCs/>
                <w:color w:val="000000"/>
              </w:rPr>
              <w:t xml:space="preserve">MATLAB code for performing optimization over </w:t>
            </w:r>
            <w:proofErr w:type="spellStart"/>
            <w:r w:rsidRPr="008A1994">
              <w:rPr>
                <w:rFonts w:cs="Times New Roman"/>
                <w:bCs/>
                <w:color w:val="000000"/>
              </w:rPr>
              <w:t>Stiefel</w:t>
            </w:r>
            <w:proofErr w:type="spellEnd"/>
            <w:r w:rsidRPr="008A1994">
              <w:rPr>
                <w:rFonts w:cs="Times New Roman"/>
                <w:bCs/>
                <w:color w:val="000000"/>
              </w:rPr>
              <w:t xml:space="preserve"> manifold.</w:t>
            </w:r>
          </w:p>
        </w:tc>
      </w:tr>
      <w:tr w:rsidR="008A1994" w:rsidRPr="008A1994" w:rsidTr="00141000">
        <w:tc>
          <w:tcPr>
            <w:tcW w:w="3097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</w:rPr>
            </w:pPr>
            <w:proofErr w:type="spellStart"/>
            <w:r w:rsidRPr="008A1994">
              <w:rPr>
                <w:rFonts w:cs="Times New Roman"/>
                <w:bCs/>
                <w:color w:val="000000"/>
              </w:rPr>
              <w:t>check.m</w:t>
            </w:r>
            <w:proofErr w:type="spellEnd"/>
          </w:p>
        </w:tc>
        <w:tc>
          <w:tcPr>
            <w:tcW w:w="6479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  <w:r w:rsidRPr="008A1994">
              <w:rPr>
                <w:rFonts w:cs="Times New Roman"/>
                <w:bCs/>
                <w:color w:val="000000"/>
              </w:rPr>
              <w:t>MATLAB code for applying the unitary rotation to the beamspace matrix of our proposed method.</w:t>
            </w:r>
          </w:p>
        </w:tc>
      </w:tr>
      <w:tr w:rsidR="008A1994" w:rsidRPr="008A1994" w:rsidTr="00141000">
        <w:tc>
          <w:tcPr>
            <w:tcW w:w="3097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</w:rPr>
            </w:pPr>
            <w:proofErr w:type="spellStart"/>
            <w:r w:rsidRPr="008A1994">
              <w:rPr>
                <w:rFonts w:cs="Times New Roman"/>
                <w:bCs/>
                <w:color w:val="000000"/>
              </w:rPr>
              <w:t>Performance_Comparison.m</w:t>
            </w:r>
            <w:proofErr w:type="spellEnd"/>
          </w:p>
        </w:tc>
        <w:tc>
          <w:tcPr>
            <w:tcW w:w="6479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  <w:r w:rsidRPr="008A1994">
              <w:rPr>
                <w:rFonts w:cs="Times New Roman"/>
                <w:bCs/>
                <w:color w:val="000000"/>
              </w:rPr>
              <w:t>MATLAB code for comparing the methods tested in the journal paper by way of RMSE.</w:t>
            </w:r>
          </w:p>
        </w:tc>
      </w:tr>
      <w:tr w:rsidR="008A1994" w:rsidRPr="008A1994" w:rsidTr="00141000">
        <w:tc>
          <w:tcPr>
            <w:tcW w:w="3097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</w:rPr>
            </w:pPr>
            <w:proofErr w:type="spellStart"/>
            <w:r w:rsidRPr="008A1994">
              <w:rPr>
                <w:rFonts w:cs="Times New Roman"/>
                <w:bCs/>
                <w:color w:val="000000"/>
              </w:rPr>
              <w:t>Resolution.m</w:t>
            </w:r>
            <w:proofErr w:type="spellEnd"/>
          </w:p>
        </w:tc>
        <w:tc>
          <w:tcPr>
            <w:tcW w:w="6479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  <w:r w:rsidRPr="008A1994">
              <w:rPr>
                <w:rFonts w:cs="Times New Roman"/>
                <w:bCs/>
                <w:color w:val="000000"/>
              </w:rPr>
              <w:t>MATLAB code for comparing the methods tested in the journal paper by way of probability of resolving two closely located sources.</w:t>
            </w:r>
          </w:p>
        </w:tc>
      </w:tr>
      <w:tr w:rsidR="008A1994" w:rsidRPr="008A1994" w:rsidTr="00141000">
        <w:tc>
          <w:tcPr>
            <w:tcW w:w="3097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</w:rPr>
            </w:pPr>
            <w:proofErr w:type="spellStart"/>
            <w:r w:rsidRPr="008A1994">
              <w:rPr>
                <w:rFonts w:cs="Times New Roman"/>
                <w:bCs/>
                <w:color w:val="000000"/>
              </w:rPr>
              <w:t>Beampattern_Plot.m</w:t>
            </w:r>
            <w:proofErr w:type="spellEnd"/>
          </w:p>
        </w:tc>
        <w:tc>
          <w:tcPr>
            <w:tcW w:w="6479" w:type="dxa"/>
          </w:tcPr>
          <w:p w:rsidR="008A1994" w:rsidRPr="008A1994" w:rsidRDefault="008A1994" w:rsidP="00141000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  <w:r w:rsidRPr="008A1994">
              <w:rPr>
                <w:rFonts w:cs="Times New Roman"/>
                <w:bCs/>
                <w:color w:val="000000"/>
              </w:rPr>
              <w:t>MATLAB code for generating the beampatterns.</w:t>
            </w:r>
          </w:p>
          <w:p w:rsidR="008A1994" w:rsidRPr="008A1994" w:rsidRDefault="008A1994" w:rsidP="00141000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</w:p>
        </w:tc>
      </w:tr>
    </w:tbl>
    <w:p w:rsidR="008A1994" w:rsidRPr="008A1994" w:rsidRDefault="008A1994" w:rsidP="008A1994">
      <w:pPr>
        <w:autoSpaceDE w:val="0"/>
        <w:autoSpaceDN w:val="0"/>
        <w:adjustRightInd w:val="0"/>
        <w:rPr>
          <w:b/>
          <w:bCs/>
          <w:color w:val="000000"/>
        </w:rPr>
      </w:pPr>
    </w:p>
    <w:p w:rsidR="008A1994" w:rsidRPr="008A1994" w:rsidRDefault="008A1994" w:rsidP="008A1994">
      <w:pPr>
        <w:autoSpaceDE w:val="0"/>
        <w:autoSpaceDN w:val="0"/>
        <w:adjustRightInd w:val="0"/>
        <w:rPr>
          <w:b/>
          <w:bCs/>
          <w:color w:val="000000"/>
        </w:rPr>
      </w:pPr>
    </w:p>
    <w:p w:rsidR="008A1994" w:rsidRPr="008A1994" w:rsidRDefault="008A1994" w:rsidP="008A1994">
      <w:pPr>
        <w:jc w:val="both"/>
      </w:pPr>
      <w:r w:rsidRPr="008A1994">
        <w:rPr>
          <w:i/>
          <w:iCs/>
          <w:u w:val="single"/>
        </w:rPr>
        <w:t>NOTE</w:t>
      </w:r>
      <w:r w:rsidRPr="008A1994">
        <w:t xml:space="preserve">: </w:t>
      </w:r>
      <w:proofErr w:type="spellStart"/>
      <w:r w:rsidRPr="008A1994">
        <w:t>main_code.m</w:t>
      </w:r>
      <w:proofErr w:type="spellEnd"/>
      <w:r w:rsidRPr="008A1994">
        <w:t xml:space="preserve"> and associated functions was written by the group of Dr. Visa </w:t>
      </w:r>
      <w:proofErr w:type="spellStart"/>
      <w:r w:rsidRPr="008A1994">
        <w:t>Koivunen</w:t>
      </w:r>
      <w:proofErr w:type="spellEnd"/>
      <w:r w:rsidRPr="008A1994">
        <w:t xml:space="preserve"> of Aalto University, and merely used here. </w:t>
      </w:r>
    </w:p>
    <w:p w:rsidR="008A1994" w:rsidRPr="008A1994" w:rsidRDefault="008A1994" w:rsidP="008A1994">
      <w:proofErr w:type="spellStart"/>
      <w:proofErr w:type="gramStart"/>
      <w:r w:rsidRPr="008A1994">
        <w:t>main_code.m</w:t>
      </w:r>
      <w:proofErr w:type="spellEnd"/>
      <w:proofErr w:type="gramEnd"/>
      <w:r w:rsidRPr="008A1994">
        <w:t xml:space="preserve"> will generate the unitary matrix. </w:t>
      </w:r>
    </w:p>
    <w:p w:rsidR="008A1994" w:rsidRPr="008A1994" w:rsidRDefault="008A1994" w:rsidP="00B507F7">
      <w:pPr>
        <w:autoSpaceDE w:val="0"/>
        <w:autoSpaceDN w:val="0"/>
        <w:adjustRightInd w:val="0"/>
        <w:rPr>
          <w:b/>
          <w:bCs/>
        </w:rPr>
      </w:pPr>
    </w:p>
    <w:p w:rsidR="007A0ABF" w:rsidRPr="008A1994" w:rsidRDefault="007A0ABF" w:rsidP="00B507F7">
      <w:pPr>
        <w:autoSpaceDE w:val="0"/>
        <w:autoSpaceDN w:val="0"/>
        <w:adjustRightInd w:val="0"/>
      </w:pPr>
    </w:p>
    <w:p w:rsidR="007A0ABF" w:rsidRPr="008A1994" w:rsidRDefault="007A0ABF" w:rsidP="00B507F7">
      <w:pPr>
        <w:autoSpaceDE w:val="0"/>
        <w:autoSpaceDN w:val="0"/>
        <w:adjustRightInd w:val="0"/>
        <w:rPr>
          <w:b/>
          <w:bCs/>
        </w:rPr>
      </w:pPr>
      <w:r w:rsidRPr="008A1994">
        <w:rPr>
          <w:b/>
          <w:bCs/>
        </w:rPr>
        <w:t>Contact Information:</w:t>
      </w:r>
      <w:bookmarkStart w:id="0" w:name="_GoBack"/>
      <w:bookmarkEnd w:id="0"/>
    </w:p>
    <w:p w:rsidR="00B535F1" w:rsidRPr="008A1994" w:rsidRDefault="00B535F1" w:rsidP="006A678B"/>
    <w:p w:rsidR="007A0ABF" w:rsidRPr="008A1994" w:rsidRDefault="008A1994" w:rsidP="006A678B">
      <w:r>
        <w:t>Dept. Electrical and Computer Engineering</w:t>
      </w:r>
      <w:r>
        <w:br/>
        <w:t>9107-116 St., University of Alberta</w:t>
      </w:r>
      <w:r>
        <w:br/>
        <w:t>Edmonton, Alberta, T6G 2V4, Canada</w:t>
      </w:r>
      <w:r w:rsidR="007A0ABF" w:rsidRPr="008A1994">
        <w:br/>
      </w:r>
    </w:p>
    <w:p w:rsidR="007A0ABF" w:rsidRPr="008A1994" w:rsidRDefault="007A0ABF" w:rsidP="006A678B">
      <w:pPr>
        <w:rPr>
          <w:lang w:val="fr-FR"/>
        </w:rPr>
      </w:pPr>
      <w:r w:rsidRPr="008A1994">
        <w:rPr>
          <w:lang w:val="fr-FR"/>
        </w:rPr>
        <w:t xml:space="preserve">Email: </w:t>
      </w:r>
      <w:r w:rsidR="008A1994">
        <w:t>svor@ieee.org</w:t>
      </w:r>
    </w:p>
    <w:p w:rsidR="007A0ABF" w:rsidRPr="002449D3" w:rsidRDefault="007A0ABF" w:rsidP="006A678B">
      <w:pPr>
        <w:rPr>
          <w:lang w:val="fr-FR"/>
        </w:rPr>
      </w:pPr>
    </w:p>
    <w:sectPr w:rsidR="007A0ABF" w:rsidRPr="002449D3" w:rsidSect="00880E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7F7"/>
    <w:rsid w:val="000C7ECB"/>
    <w:rsid w:val="001A4561"/>
    <w:rsid w:val="002449D3"/>
    <w:rsid w:val="00284165"/>
    <w:rsid w:val="002E465E"/>
    <w:rsid w:val="002F3077"/>
    <w:rsid w:val="003E3E87"/>
    <w:rsid w:val="00443247"/>
    <w:rsid w:val="00605AE5"/>
    <w:rsid w:val="00676BF0"/>
    <w:rsid w:val="006A678B"/>
    <w:rsid w:val="006E281F"/>
    <w:rsid w:val="007A0ABF"/>
    <w:rsid w:val="007B1C2F"/>
    <w:rsid w:val="00880E1B"/>
    <w:rsid w:val="008A1994"/>
    <w:rsid w:val="008C6214"/>
    <w:rsid w:val="008F4A09"/>
    <w:rsid w:val="009D5831"/>
    <w:rsid w:val="00A503AA"/>
    <w:rsid w:val="00AC77B1"/>
    <w:rsid w:val="00B30FF2"/>
    <w:rsid w:val="00B507F7"/>
    <w:rsid w:val="00B535F1"/>
    <w:rsid w:val="00B97D28"/>
    <w:rsid w:val="00BD7F0B"/>
    <w:rsid w:val="00D94C73"/>
    <w:rsid w:val="00E119CB"/>
    <w:rsid w:val="00EC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4D1"/>
    <w:rPr>
      <w:rFonts w:ascii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94C7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8A1994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4D1"/>
    <w:rPr>
      <w:rFonts w:ascii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94C7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8A1994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31D34E40.dotm</Template>
  <TotalTime>0</TotalTime>
  <Pages>1</Pages>
  <Words>178</Words>
  <Characters>1112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Description: </vt:lpstr>
    </vt:vector>
  </TitlesOfParts>
  <Company>Philips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Description:</dc:title>
  <dc:creator>Marc T. M. Lambooij</dc:creator>
  <cp:lastModifiedBy>Vorobyov Sergiy</cp:lastModifiedBy>
  <cp:revision>2</cp:revision>
  <dcterms:created xsi:type="dcterms:W3CDTF">2014-01-09T16:59:00Z</dcterms:created>
  <dcterms:modified xsi:type="dcterms:W3CDTF">2014-01-09T16:59:00Z</dcterms:modified>
</cp:coreProperties>
</file>